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1DE" w:rsidRDefault="007921DE" w:rsidP="00BF1781">
      <w:pPr>
        <w:rPr>
          <w:b/>
        </w:rPr>
      </w:pPr>
    </w:p>
    <w:tbl>
      <w:tblPr>
        <w:tblW w:w="0" w:type="auto"/>
        <w:tblInd w:w="108" w:type="dxa"/>
        <w:tblLayout w:type="fixed"/>
        <w:tblLook w:val="00A0"/>
      </w:tblPr>
      <w:tblGrid>
        <w:gridCol w:w="4500"/>
        <w:gridCol w:w="1080"/>
        <w:gridCol w:w="4626"/>
      </w:tblGrid>
      <w:tr w:rsidR="007921DE" w:rsidTr="003D30EC">
        <w:trPr>
          <w:trHeight w:val="964"/>
        </w:trPr>
        <w:tc>
          <w:tcPr>
            <w:tcW w:w="4500" w:type="dxa"/>
          </w:tcPr>
          <w:p w:rsidR="007921DE" w:rsidRDefault="007921DE" w:rsidP="003D30EC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080" w:type="dxa"/>
          </w:tcPr>
          <w:p w:rsidR="007921DE" w:rsidRDefault="007921DE" w:rsidP="003D30EC">
            <w:pPr>
              <w:snapToGrid w:val="0"/>
              <w:jc w:val="center"/>
              <w:rPr>
                <w:lang w:eastAsia="ar-SA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i1025" type="#_x0000_t75" style="width:43.5pt;height:49.5pt;visibility:visible" filled="t">
                  <v:imagedata r:id="rId4" o:title=""/>
                </v:shape>
              </w:pict>
            </w:r>
          </w:p>
          <w:p w:rsidR="007921DE" w:rsidRDefault="007921DE" w:rsidP="003D30EC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4626" w:type="dxa"/>
          </w:tcPr>
          <w:p w:rsidR="007921DE" w:rsidRDefault="007921DE" w:rsidP="003D30EC">
            <w:pPr>
              <w:snapToGrid w:val="0"/>
              <w:ind w:left="432"/>
              <w:jc w:val="center"/>
              <w:rPr>
                <w:lang w:eastAsia="ar-SA"/>
              </w:rPr>
            </w:pPr>
          </w:p>
          <w:p w:rsidR="007921DE" w:rsidRDefault="007921DE" w:rsidP="003D30EC">
            <w:pPr>
              <w:snapToGrid w:val="0"/>
              <w:jc w:val="center"/>
              <w:rPr>
                <w:lang w:eastAsia="ar-SA"/>
              </w:rPr>
            </w:pPr>
          </w:p>
        </w:tc>
      </w:tr>
    </w:tbl>
    <w:p w:rsidR="007921DE" w:rsidRPr="00CF6A33" w:rsidRDefault="007921DE" w:rsidP="0014747B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</w:t>
      </w:r>
      <w:r w:rsidRPr="00CF6A33">
        <w:rPr>
          <w:sz w:val="28"/>
          <w:szCs w:val="28"/>
        </w:rPr>
        <w:t>И</w:t>
      </w:r>
      <w:r>
        <w:rPr>
          <w:sz w:val="28"/>
          <w:szCs w:val="28"/>
        </w:rPr>
        <w:t xml:space="preserve">Я </w:t>
      </w:r>
      <w:r w:rsidRPr="00CF6A33">
        <w:rPr>
          <w:sz w:val="28"/>
          <w:szCs w:val="28"/>
        </w:rPr>
        <w:t>ВОСХОДНЕНСКОГО  СЕЛЬСКОГО ПОСЕЛЕНИЯ</w:t>
      </w:r>
    </w:p>
    <w:p w:rsidR="007921DE" w:rsidRPr="00CF6A33" w:rsidRDefault="007921DE" w:rsidP="0014747B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КРАСНОГВАРДЕЙСКОГО РАЙОНА Р</w:t>
      </w:r>
      <w:r w:rsidRPr="00CF6A33">
        <w:rPr>
          <w:sz w:val="28"/>
          <w:szCs w:val="28"/>
        </w:rPr>
        <w:t>ЕСПУБЛИКИ КРЫМ</w:t>
      </w:r>
    </w:p>
    <w:p w:rsidR="007921DE" w:rsidRDefault="007921DE" w:rsidP="0014747B">
      <w:pPr>
        <w:jc w:val="center"/>
        <w:rPr>
          <w:b/>
          <w:sz w:val="32"/>
          <w:szCs w:val="32"/>
        </w:rPr>
      </w:pPr>
    </w:p>
    <w:p w:rsidR="007921DE" w:rsidRDefault="007921DE" w:rsidP="0014747B">
      <w:pPr>
        <w:jc w:val="center"/>
        <w:rPr>
          <w:b/>
          <w:sz w:val="32"/>
          <w:szCs w:val="32"/>
        </w:rPr>
      </w:pPr>
      <w:r w:rsidRPr="00845DD4">
        <w:rPr>
          <w:b/>
          <w:sz w:val="32"/>
          <w:szCs w:val="32"/>
        </w:rPr>
        <w:t>ПОСТАНОВЛЕНИ</w:t>
      </w:r>
      <w:r>
        <w:rPr>
          <w:b/>
          <w:sz w:val="32"/>
          <w:szCs w:val="32"/>
        </w:rPr>
        <w:t>Е</w:t>
      </w:r>
    </w:p>
    <w:p w:rsidR="007921DE" w:rsidRPr="00A71A36" w:rsidRDefault="007921DE" w:rsidP="0014747B">
      <w:pPr>
        <w:jc w:val="center"/>
        <w:rPr>
          <w:b/>
          <w:sz w:val="28"/>
          <w:szCs w:val="28"/>
        </w:rPr>
      </w:pPr>
      <w:r w:rsidRPr="00A71A36">
        <w:rPr>
          <w:b/>
          <w:sz w:val="28"/>
          <w:szCs w:val="28"/>
        </w:rPr>
        <w:t xml:space="preserve">от  </w:t>
      </w:r>
      <w:r>
        <w:rPr>
          <w:b/>
          <w:sz w:val="28"/>
          <w:szCs w:val="28"/>
        </w:rPr>
        <w:t>03 апреля</w:t>
      </w:r>
      <w:r w:rsidRPr="00A71A36">
        <w:rPr>
          <w:b/>
          <w:sz w:val="28"/>
          <w:szCs w:val="28"/>
        </w:rPr>
        <w:t xml:space="preserve">   2015   №</w:t>
      </w:r>
      <w:r>
        <w:rPr>
          <w:b/>
          <w:sz w:val="28"/>
          <w:szCs w:val="28"/>
        </w:rPr>
        <w:t>43</w:t>
      </w:r>
      <w:r w:rsidRPr="00A71A36">
        <w:rPr>
          <w:b/>
          <w:sz w:val="28"/>
          <w:szCs w:val="28"/>
        </w:rPr>
        <w:br/>
        <w:t>с. Восход</w:t>
      </w:r>
    </w:p>
    <w:p w:rsidR="007921DE" w:rsidRDefault="007921DE" w:rsidP="0014747B">
      <w:pPr>
        <w:jc w:val="center"/>
      </w:pPr>
    </w:p>
    <w:p w:rsidR="007921DE" w:rsidRDefault="007921DE" w:rsidP="0014747B"/>
    <w:p w:rsidR="007921DE" w:rsidRDefault="007921DE" w:rsidP="00BF1781">
      <w:pPr>
        <w:rPr>
          <w:sz w:val="28"/>
          <w:szCs w:val="28"/>
        </w:rPr>
      </w:pPr>
    </w:p>
    <w:p w:rsidR="007921DE" w:rsidRPr="0014747B" w:rsidRDefault="007921DE" w:rsidP="00BF1781">
      <w:pPr>
        <w:tabs>
          <w:tab w:val="left" w:pos="1230"/>
        </w:tabs>
        <w:rPr>
          <w:b/>
          <w:sz w:val="28"/>
          <w:szCs w:val="28"/>
        </w:rPr>
      </w:pPr>
      <w:r w:rsidRPr="0014747B">
        <w:rPr>
          <w:b/>
          <w:sz w:val="28"/>
          <w:szCs w:val="28"/>
        </w:rPr>
        <w:t>О проведении весеннего месячника по</w:t>
      </w:r>
    </w:p>
    <w:p w:rsidR="007921DE" w:rsidRPr="0014747B" w:rsidRDefault="007921DE" w:rsidP="0014747B">
      <w:pPr>
        <w:tabs>
          <w:tab w:val="left" w:pos="1230"/>
        </w:tabs>
        <w:rPr>
          <w:b/>
          <w:sz w:val="28"/>
          <w:szCs w:val="28"/>
        </w:rPr>
      </w:pPr>
      <w:r w:rsidRPr="0014747B">
        <w:rPr>
          <w:b/>
          <w:sz w:val="28"/>
          <w:szCs w:val="28"/>
        </w:rPr>
        <w:t xml:space="preserve">благоустройству </w:t>
      </w:r>
      <w:r>
        <w:rPr>
          <w:b/>
          <w:sz w:val="28"/>
          <w:szCs w:val="28"/>
        </w:rPr>
        <w:t xml:space="preserve">    </w:t>
      </w:r>
      <w:r w:rsidRPr="0014747B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 xml:space="preserve">        </w:t>
      </w:r>
      <w:r w:rsidRPr="0014747B">
        <w:rPr>
          <w:b/>
          <w:sz w:val="28"/>
          <w:szCs w:val="28"/>
        </w:rPr>
        <w:t xml:space="preserve">территории </w:t>
      </w:r>
    </w:p>
    <w:p w:rsidR="007921DE" w:rsidRPr="0014747B" w:rsidRDefault="007921DE" w:rsidP="0014747B">
      <w:pPr>
        <w:tabs>
          <w:tab w:val="left" w:pos="1230"/>
        </w:tabs>
        <w:rPr>
          <w:b/>
          <w:sz w:val="28"/>
          <w:szCs w:val="28"/>
        </w:rPr>
      </w:pPr>
      <w:r w:rsidRPr="0014747B">
        <w:rPr>
          <w:b/>
          <w:sz w:val="28"/>
          <w:szCs w:val="28"/>
        </w:rPr>
        <w:t xml:space="preserve">Восходненского </w:t>
      </w:r>
      <w:r>
        <w:rPr>
          <w:b/>
          <w:sz w:val="28"/>
          <w:szCs w:val="28"/>
        </w:rPr>
        <w:t xml:space="preserve"> </w:t>
      </w:r>
      <w:r w:rsidRPr="0014747B">
        <w:rPr>
          <w:b/>
          <w:sz w:val="28"/>
          <w:szCs w:val="28"/>
        </w:rPr>
        <w:t>сельского</w:t>
      </w:r>
      <w:r>
        <w:rPr>
          <w:b/>
          <w:sz w:val="28"/>
          <w:szCs w:val="28"/>
        </w:rPr>
        <w:t xml:space="preserve">  </w:t>
      </w:r>
      <w:r w:rsidRPr="0014747B">
        <w:rPr>
          <w:b/>
          <w:sz w:val="28"/>
          <w:szCs w:val="28"/>
        </w:rPr>
        <w:t xml:space="preserve"> поселения</w:t>
      </w:r>
    </w:p>
    <w:p w:rsidR="007921DE" w:rsidRPr="0014747B" w:rsidRDefault="007921DE" w:rsidP="0014747B">
      <w:pPr>
        <w:tabs>
          <w:tab w:val="left" w:pos="1230"/>
        </w:tabs>
        <w:rPr>
          <w:b/>
          <w:sz w:val="28"/>
          <w:szCs w:val="28"/>
        </w:rPr>
      </w:pPr>
      <w:r w:rsidRPr="0014747B">
        <w:rPr>
          <w:b/>
          <w:sz w:val="28"/>
          <w:szCs w:val="28"/>
        </w:rPr>
        <w:t>Красногвардейского района Республики</w:t>
      </w:r>
    </w:p>
    <w:p w:rsidR="007921DE" w:rsidRPr="0014747B" w:rsidRDefault="007921DE" w:rsidP="0014747B">
      <w:pPr>
        <w:tabs>
          <w:tab w:val="left" w:pos="1230"/>
        </w:tabs>
        <w:rPr>
          <w:b/>
          <w:sz w:val="28"/>
          <w:szCs w:val="28"/>
        </w:rPr>
      </w:pPr>
      <w:r w:rsidRPr="0014747B">
        <w:rPr>
          <w:b/>
          <w:sz w:val="28"/>
          <w:szCs w:val="28"/>
        </w:rPr>
        <w:t>Крым.</w:t>
      </w:r>
    </w:p>
    <w:p w:rsidR="007921DE" w:rsidRPr="0014747B" w:rsidRDefault="007921DE" w:rsidP="00BF1781">
      <w:pPr>
        <w:rPr>
          <w:b/>
          <w:sz w:val="28"/>
          <w:szCs w:val="28"/>
        </w:rPr>
      </w:pPr>
    </w:p>
    <w:p w:rsidR="007921DE" w:rsidRDefault="007921DE" w:rsidP="00BF1781">
      <w:pPr>
        <w:rPr>
          <w:sz w:val="28"/>
          <w:szCs w:val="28"/>
        </w:rPr>
      </w:pPr>
    </w:p>
    <w:p w:rsidR="007921DE" w:rsidRDefault="007921DE" w:rsidP="00D8755C">
      <w:pPr>
        <w:tabs>
          <w:tab w:val="left" w:pos="10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целях наведения чистоты и порядка на территории Восходненского сельского поселения , руководствуясь Уставом  муниципального образования Восходнекнское сельское поселение Красногвардейского района Республики Крым, </w:t>
      </w:r>
      <w:r w:rsidRPr="0014747B">
        <w:rPr>
          <w:b/>
          <w:sz w:val="28"/>
          <w:szCs w:val="28"/>
        </w:rPr>
        <w:t>постановляю:</w:t>
      </w:r>
    </w:p>
    <w:p w:rsidR="007921DE" w:rsidRDefault="007921DE" w:rsidP="00D8755C">
      <w:pPr>
        <w:jc w:val="both"/>
        <w:rPr>
          <w:sz w:val="28"/>
          <w:szCs w:val="28"/>
        </w:rPr>
      </w:pPr>
    </w:p>
    <w:p w:rsidR="007921DE" w:rsidRDefault="007921DE" w:rsidP="00D8755C">
      <w:pPr>
        <w:tabs>
          <w:tab w:val="left" w:pos="106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 Объявить с</w:t>
      </w:r>
      <w:r>
        <w:rPr>
          <w:b/>
          <w:sz w:val="28"/>
          <w:szCs w:val="28"/>
        </w:rPr>
        <w:t xml:space="preserve"> 04.04.2015</w:t>
      </w:r>
      <w:r>
        <w:rPr>
          <w:sz w:val="28"/>
          <w:szCs w:val="28"/>
        </w:rPr>
        <w:t xml:space="preserve"> по </w:t>
      </w:r>
      <w:r>
        <w:rPr>
          <w:b/>
          <w:sz w:val="28"/>
          <w:szCs w:val="28"/>
        </w:rPr>
        <w:t xml:space="preserve">04.05.2015 </w:t>
      </w:r>
      <w:r>
        <w:rPr>
          <w:sz w:val="28"/>
          <w:szCs w:val="28"/>
        </w:rPr>
        <w:t>года весенний месячник по благоустройству на территории Восходненского сельского поселения.</w:t>
      </w:r>
    </w:p>
    <w:p w:rsidR="007921DE" w:rsidRDefault="007921DE" w:rsidP="00D8755C">
      <w:pPr>
        <w:tabs>
          <w:tab w:val="left" w:pos="117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В период с </w:t>
      </w:r>
      <w:r>
        <w:rPr>
          <w:b/>
          <w:sz w:val="28"/>
          <w:szCs w:val="28"/>
        </w:rPr>
        <w:t>04.04.2015 года по 04.05.2015 года</w:t>
      </w:r>
      <w:r>
        <w:rPr>
          <w:sz w:val="28"/>
          <w:szCs w:val="28"/>
        </w:rPr>
        <w:t xml:space="preserve"> провести месячник по очистке территории сельского поселения от мусора и твердых бытовых отходов, с привлечением жителей поселения, руководителей учреждений, предприятий и организаций, расположенных на территории  Восходненского сельского поселения . Обратить особое внимание уборке зон массового отдыха населения (зоны рекреации).</w:t>
      </w:r>
    </w:p>
    <w:p w:rsidR="007921DE" w:rsidRDefault="007921DE" w:rsidP="00D8755C">
      <w:pPr>
        <w:tabs>
          <w:tab w:val="left" w:pos="115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2.1. Руководителям предприятий торговли и предпринимателям без образования юридического лица принять меры к наведению чистоты и порядка на территориях, прилегающих к торговым точкам на расстоянии не менее 15 м: </w:t>
      </w:r>
    </w:p>
    <w:p w:rsidR="007921DE" w:rsidRDefault="007921DE" w:rsidP="00D8755C">
      <w:pPr>
        <w:tabs>
          <w:tab w:val="left" w:pos="115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установить урны;</w:t>
      </w:r>
    </w:p>
    <w:p w:rsidR="007921DE" w:rsidRDefault="007921DE" w:rsidP="00D8755C">
      <w:pPr>
        <w:tabs>
          <w:tab w:val="left" w:pos="115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обустроить газоны и цветники;</w:t>
      </w:r>
    </w:p>
    <w:p w:rsidR="007921DE" w:rsidRDefault="007921DE" w:rsidP="00D8755C">
      <w:pPr>
        <w:tabs>
          <w:tab w:val="left" w:pos="115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покрасить фасады магазинов, павильонов.</w:t>
      </w:r>
    </w:p>
    <w:p w:rsidR="007921DE" w:rsidRDefault="007921DE" w:rsidP="00D8755C">
      <w:pPr>
        <w:tabs>
          <w:tab w:val="left" w:pos="115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2.2. Жителям, проживающим в частном жилом фонде, обеспечить уборку территории, прилегающей к их земельным участкам, очистить кюветы от мусора и грязи.</w:t>
      </w:r>
    </w:p>
    <w:p w:rsidR="007921DE" w:rsidRDefault="007921DE" w:rsidP="00D8755C">
      <w:pPr>
        <w:tabs>
          <w:tab w:val="left" w:pos="1155"/>
        </w:tabs>
        <w:jc w:val="both"/>
        <w:rPr>
          <w:sz w:val="28"/>
          <w:szCs w:val="28"/>
        </w:rPr>
      </w:pPr>
    </w:p>
    <w:p w:rsidR="007921DE" w:rsidRDefault="007921DE" w:rsidP="00D87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Рекомендовать организациям и учреждениям, предприятиям торговли, расположенным на территории  Восходненского сельского поселения, независимо от вида деятельности содержать в надлежащем санитарном состоянии прилегающие территории в течение всего года.</w:t>
      </w:r>
    </w:p>
    <w:p w:rsidR="007921DE" w:rsidRDefault="007921DE" w:rsidP="00D8755C">
      <w:pPr>
        <w:tabs>
          <w:tab w:val="left" w:pos="1110"/>
          <w:tab w:val="left" w:pos="136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 Контроль за исполнением данного постановления оставляю за собой.</w:t>
      </w:r>
    </w:p>
    <w:p w:rsidR="007921DE" w:rsidRDefault="007921DE" w:rsidP="00D87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5. Настоящее Постановление подлежит   размещению на официальном сайте Восходненского сельского совета в сети Интернет и на информационном стенде в здании Администрации сельского поселения.</w:t>
      </w:r>
    </w:p>
    <w:p w:rsidR="007921DE" w:rsidRDefault="007921DE" w:rsidP="00D8755C">
      <w:pPr>
        <w:jc w:val="both"/>
        <w:rPr>
          <w:sz w:val="28"/>
          <w:szCs w:val="28"/>
        </w:rPr>
      </w:pPr>
    </w:p>
    <w:p w:rsidR="007921DE" w:rsidRDefault="007921DE" w:rsidP="00D8755C">
      <w:pPr>
        <w:jc w:val="both"/>
        <w:rPr>
          <w:sz w:val="28"/>
          <w:szCs w:val="28"/>
        </w:rPr>
      </w:pPr>
    </w:p>
    <w:p w:rsidR="007921DE" w:rsidRPr="00D8755C" w:rsidRDefault="007921DE" w:rsidP="00D8755C">
      <w:pPr>
        <w:jc w:val="both"/>
        <w:rPr>
          <w:sz w:val="28"/>
          <w:szCs w:val="28"/>
        </w:rPr>
      </w:pPr>
      <w:r w:rsidRPr="00D8755C">
        <w:rPr>
          <w:sz w:val="28"/>
          <w:szCs w:val="28"/>
        </w:rPr>
        <w:t>Председатель Восходненского сельского</w:t>
      </w:r>
    </w:p>
    <w:p w:rsidR="007921DE" w:rsidRPr="00D8755C" w:rsidRDefault="007921DE" w:rsidP="00D8755C">
      <w:pPr>
        <w:jc w:val="both"/>
        <w:rPr>
          <w:sz w:val="28"/>
          <w:szCs w:val="28"/>
        </w:rPr>
      </w:pPr>
      <w:r w:rsidRPr="00D8755C">
        <w:rPr>
          <w:sz w:val="28"/>
          <w:szCs w:val="28"/>
        </w:rPr>
        <w:t>совета- глава администрации Восходненского</w:t>
      </w:r>
    </w:p>
    <w:p w:rsidR="007921DE" w:rsidRPr="00D8755C" w:rsidRDefault="007921DE" w:rsidP="00D8755C">
      <w:pPr>
        <w:jc w:val="both"/>
        <w:rPr>
          <w:sz w:val="28"/>
          <w:szCs w:val="28"/>
        </w:rPr>
      </w:pPr>
      <w:r w:rsidRPr="00D8755C">
        <w:rPr>
          <w:sz w:val="28"/>
          <w:szCs w:val="28"/>
        </w:rPr>
        <w:t>сельского поселения                                                              Л.П. Дрожжина</w:t>
      </w:r>
    </w:p>
    <w:p w:rsidR="007921DE" w:rsidRPr="00D8755C" w:rsidRDefault="007921DE" w:rsidP="00D8755C">
      <w:pPr>
        <w:jc w:val="both"/>
      </w:pPr>
      <w:bookmarkStart w:id="0" w:name="_GoBack"/>
      <w:bookmarkEnd w:id="0"/>
    </w:p>
    <w:sectPr w:rsidR="007921DE" w:rsidRPr="00D8755C" w:rsidSect="00C95D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5584"/>
    <w:rsid w:val="0014747B"/>
    <w:rsid w:val="00324E73"/>
    <w:rsid w:val="003D30EC"/>
    <w:rsid w:val="00416DBF"/>
    <w:rsid w:val="00695584"/>
    <w:rsid w:val="00752072"/>
    <w:rsid w:val="007921DE"/>
    <w:rsid w:val="00843361"/>
    <w:rsid w:val="00845DD4"/>
    <w:rsid w:val="00A71A36"/>
    <w:rsid w:val="00BF1781"/>
    <w:rsid w:val="00C016B4"/>
    <w:rsid w:val="00C95D6A"/>
    <w:rsid w:val="00CF6A33"/>
    <w:rsid w:val="00D8755C"/>
    <w:rsid w:val="00F73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78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26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2</Pages>
  <Words>337</Words>
  <Characters>1925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</dc:creator>
  <cp:keywords/>
  <dc:description/>
  <cp:lastModifiedBy>2</cp:lastModifiedBy>
  <cp:revision>3</cp:revision>
  <cp:lastPrinted>2015-04-04T10:48:00Z</cp:lastPrinted>
  <dcterms:created xsi:type="dcterms:W3CDTF">2015-03-30T08:44:00Z</dcterms:created>
  <dcterms:modified xsi:type="dcterms:W3CDTF">2015-04-04T10:51:00Z</dcterms:modified>
</cp:coreProperties>
</file>